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FECE" w14:textId="2379AB3C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D1DCF8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AFF5DE" w14:textId="2BBF1ACC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B4909">
        <w:rPr>
          <w:rFonts w:ascii="Corbel" w:hAnsi="Corbel"/>
          <w:i/>
          <w:smallCaps/>
          <w:sz w:val="24"/>
          <w:szCs w:val="24"/>
        </w:rPr>
        <w:t>2024-2027</w:t>
      </w:r>
    </w:p>
    <w:p w14:paraId="48780E7B" w14:textId="1FA719BA" w:rsidR="0085747A" w:rsidRPr="00B169DF" w:rsidRDefault="0085747A" w:rsidP="0006259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0D04D70" w14:textId="6DF58DA6" w:rsidR="00445970" w:rsidRPr="00B169DF" w:rsidRDefault="00445970" w:rsidP="0006259D">
      <w:pPr>
        <w:spacing w:after="0" w:line="240" w:lineRule="exact"/>
        <w:ind w:left="3540" w:firstLine="429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</w:t>
      </w:r>
      <w:r w:rsidR="002B4909">
        <w:rPr>
          <w:rFonts w:ascii="Corbel" w:hAnsi="Corbel"/>
          <w:sz w:val="20"/>
          <w:szCs w:val="20"/>
        </w:rPr>
        <w:t>2026/2027</w:t>
      </w:r>
    </w:p>
    <w:p w14:paraId="1237A9D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7B63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DAE4864" w14:textId="77777777" w:rsidTr="00B819C8">
        <w:tc>
          <w:tcPr>
            <w:tcW w:w="2694" w:type="dxa"/>
            <w:vAlign w:val="center"/>
          </w:tcPr>
          <w:p w14:paraId="249255F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F993F8" w14:textId="75F125A4" w:rsidR="0085747A" w:rsidRPr="00B169DF" w:rsidRDefault="00972C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Medycyna społeczna </w:t>
            </w:r>
          </w:p>
        </w:tc>
      </w:tr>
      <w:tr w:rsidR="0085747A" w:rsidRPr="00B169DF" w14:paraId="64B09CCA" w14:textId="77777777" w:rsidTr="00B819C8">
        <w:tc>
          <w:tcPr>
            <w:tcW w:w="2694" w:type="dxa"/>
            <w:vAlign w:val="center"/>
          </w:tcPr>
          <w:p w14:paraId="121C001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3D45EE" w14:textId="7468588E" w:rsidR="0085747A" w:rsidRPr="00B877CB" w:rsidRDefault="00B877CB" w:rsidP="00B877CB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B877CB">
              <w:rPr>
                <w:rFonts w:ascii="Corbel" w:hAnsi="Corbel" w:cs="Calibri"/>
                <w:sz w:val="24"/>
                <w:szCs w:val="24"/>
              </w:rPr>
              <w:t>S1S[6]PZ_10</w:t>
            </w:r>
          </w:p>
        </w:tc>
      </w:tr>
      <w:tr w:rsidR="0085747A" w:rsidRPr="00B169DF" w14:paraId="368AA262" w14:textId="77777777" w:rsidTr="00B819C8">
        <w:tc>
          <w:tcPr>
            <w:tcW w:w="2694" w:type="dxa"/>
            <w:vAlign w:val="center"/>
          </w:tcPr>
          <w:p w14:paraId="667BEFB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A7FC66" w14:textId="718AF1DF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B7C3C5B" w14:textId="77777777" w:rsidTr="00B819C8">
        <w:tc>
          <w:tcPr>
            <w:tcW w:w="2694" w:type="dxa"/>
            <w:vAlign w:val="center"/>
          </w:tcPr>
          <w:p w14:paraId="7F844E7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C2DBF0" w14:textId="2DF90C7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B169DF" w14:paraId="428632F6" w14:textId="77777777" w:rsidTr="00B819C8">
        <w:tc>
          <w:tcPr>
            <w:tcW w:w="2694" w:type="dxa"/>
            <w:vAlign w:val="center"/>
          </w:tcPr>
          <w:p w14:paraId="68247B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D3990" w14:textId="3E88743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B169DF" w14:paraId="734D7E25" w14:textId="77777777" w:rsidTr="00B819C8">
        <w:tc>
          <w:tcPr>
            <w:tcW w:w="2694" w:type="dxa"/>
            <w:vAlign w:val="center"/>
          </w:tcPr>
          <w:p w14:paraId="315DE58E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3C386C" w14:textId="42FF58BB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5F22D17B" w14:textId="77777777" w:rsidTr="00B819C8">
        <w:tc>
          <w:tcPr>
            <w:tcW w:w="2694" w:type="dxa"/>
            <w:vAlign w:val="center"/>
          </w:tcPr>
          <w:p w14:paraId="7EED35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92950" w14:textId="3F1300F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C2D0367" w14:textId="77777777" w:rsidTr="00B819C8">
        <w:tc>
          <w:tcPr>
            <w:tcW w:w="2694" w:type="dxa"/>
            <w:vAlign w:val="center"/>
          </w:tcPr>
          <w:p w14:paraId="55CB396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6A0A0" w14:textId="34B19D6E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FEAEB17" w14:textId="77777777" w:rsidTr="00B819C8">
        <w:tc>
          <w:tcPr>
            <w:tcW w:w="2694" w:type="dxa"/>
            <w:vAlign w:val="center"/>
          </w:tcPr>
          <w:p w14:paraId="55E841D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28A28" w14:textId="7F13C26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5320C2">
              <w:rPr>
                <w:rFonts w:ascii="Corbel" w:hAnsi="Corbel"/>
                <w:b w:val="0"/>
                <w:sz w:val="24"/>
                <w:szCs w:val="24"/>
              </w:rPr>
              <w:t>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8DB6E17" w14:textId="77777777" w:rsidTr="00B819C8">
        <w:tc>
          <w:tcPr>
            <w:tcW w:w="2694" w:type="dxa"/>
            <w:vAlign w:val="center"/>
          </w:tcPr>
          <w:p w14:paraId="42497A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EFE2C5" w14:textId="61B0B867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B169DF" w14:paraId="58048C03" w14:textId="77777777" w:rsidTr="00B819C8">
        <w:tc>
          <w:tcPr>
            <w:tcW w:w="2694" w:type="dxa"/>
            <w:vAlign w:val="center"/>
          </w:tcPr>
          <w:p w14:paraId="451B4FFB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D8320A" w14:textId="34B7BA4F" w:rsidR="00923D7D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5B10C15" w14:textId="77777777" w:rsidTr="002B4909">
        <w:tc>
          <w:tcPr>
            <w:tcW w:w="2694" w:type="dxa"/>
            <w:vAlign w:val="center"/>
          </w:tcPr>
          <w:p w14:paraId="417C3BE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12436A" w14:textId="413539AD" w:rsidR="0085747A" w:rsidRPr="00B169DF" w:rsidRDefault="006F1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B169DF" w14:paraId="7830C0AB" w14:textId="77777777" w:rsidTr="002B4909">
        <w:tc>
          <w:tcPr>
            <w:tcW w:w="2694" w:type="dxa"/>
            <w:vAlign w:val="center"/>
          </w:tcPr>
          <w:p w14:paraId="44293B8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DE535B" w14:textId="4E2955CB" w:rsidR="0085747A" w:rsidRPr="00B169DF" w:rsidRDefault="006F1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</w:tbl>
    <w:p w14:paraId="015C4EA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7FB6B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917AB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BAD3519" w14:textId="77777777" w:rsidTr="00AE4E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E8F1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27E484F" w14:textId="77777777" w:rsidR="00015B8F" w:rsidRPr="00B169DF" w:rsidRDefault="002B5EA0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C19D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F61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E0AE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6840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2E99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8B23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7263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3468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4E99" w14:textId="77777777" w:rsidR="00015B8F" w:rsidRPr="00B169DF" w:rsidRDefault="00015B8F" w:rsidP="00AE4E6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3B6221B" w14:textId="77777777" w:rsidTr="00AE4E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E10B" w14:textId="3BF6A0CE" w:rsidR="00015B8F" w:rsidRPr="00B169DF" w:rsidRDefault="005320C2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81F" w14:textId="045B440E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EC9" w14:textId="3C4E83B6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079" w14:textId="2193CAEE" w:rsidR="00015B8F" w:rsidRPr="00B169DF" w:rsidRDefault="00C45C9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186D" w14:textId="2B1FA08E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D89B" w14:textId="775F2D57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EF7" w14:textId="195B66EE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D77" w14:textId="628889E8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38B7" w14:textId="2B1F7421" w:rsidR="00015B8F" w:rsidRPr="00B169DF" w:rsidRDefault="00A1693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9DF2" w14:textId="5D9BB3BB" w:rsidR="00015B8F" w:rsidRPr="00B169DF" w:rsidRDefault="00C45C90" w:rsidP="00AE4E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3B823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980BC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08D17E" w14:textId="4672813C" w:rsidR="0085747A" w:rsidRPr="00B169DF" w:rsidRDefault="00A1693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6930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59C6C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2CCC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B18B15" w14:textId="4B72B02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E3BB4D" w14:textId="77777777" w:rsidR="00AE4E60" w:rsidRDefault="00AE4E6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317061" w14:textId="08E748E2" w:rsidR="009C54AE" w:rsidRPr="00B169DF" w:rsidRDefault="00D53A0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AB12B93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ADA5" w14:textId="772A42D0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2B5221CC" w14:textId="77777777" w:rsidR="00AE4E60" w:rsidRPr="00B169DF" w:rsidRDefault="00AE4E6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BCE5173" w14:textId="77777777" w:rsidTr="00745302">
        <w:tc>
          <w:tcPr>
            <w:tcW w:w="9670" w:type="dxa"/>
          </w:tcPr>
          <w:p w14:paraId="72838D3D" w14:textId="0EABFD8A" w:rsidR="0085747A" w:rsidRPr="00B169DF" w:rsidRDefault="00DF0C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Brak </w:t>
            </w:r>
            <w:r w:rsidR="00C82E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wymagań wstępnych</w:t>
            </w:r>
          </w:p>
        </w:tc>
      </w:tr>
    </w:tbl>
    <w:p w14:paraId="6DD0F5EB" w14:textId="77777777" w:rsidR="0006259D" w:rsidRDefault="0006259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30990" w14:textId="77777777" w:rsidR="00AE4E60" w:rsidRDefault="00AE4E6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70BF48" w14:textId="5A955176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D66E65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9EEEB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F37F5E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45E7CA2B" w14:textId="77777777" w:rsidTr="00923D7D">
        <w:tc>
          <w:tcPr>
            <w:tcW w:w="851" w:type="dxa"/>
            <w:vAlign w:val="center"/>
          </w:tcPr>
          <w:p w14:paraId="60E1BDFD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4284A7" w14:textId="2C634135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studenta w tematykę związaną z kwestiami medycz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>no</w:t>
            </w:r>
            <w:r w:rsidR="00005D68">
              <w:rPr>
                <w:rFonts w:ascii="Corbel" w:hAnsi="Corbel"/>
                <w:b w:val="0"/>
                <w:sz w:val="24"/>
                <w:szCs w:val="24"/>
              </w:rPr>
              <w:t>-społecznymi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="00AE4E60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 xml:space="preserve">obszaru </w:t>
            </w:r>
            <w:r>
              <w:rPr>
                <w:rFonts w:ascii="Corbel" w:hAnsi="Corbel"/>
                <w:b w:val="0"/>
                <w:sz w:val="24"/>
                <w:szCs w:val="24"/>
              </w:rPr>
              <w:t>zdrowi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 xml:space="preserve">a </w:t>
            </w:r>
            <w:r>
              <w:rPr>
                <w:rFonts w:ascii="Corbel" w:hAnsi="Corbel"/>
                <w:b w:val="0"/>
                <w:sz w:val="24"/>
                <w:szCs w:val="24"/>
              </w:rPr>
              <w:t>publiczn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>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promocj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zdrowia </w:t>
            </w:r>
          </w:p>
        </w:tc>
      </w:tr>
      <w:tr w:rsidR="0085747A" w:rsidRPr="00B169DF" w14:paraId="49BCB628" w14:textId="77777777" w:rsidTr="00923D7D">
        <w:tc>
          <w:tcPr>
            <w:tcW w:w="851" w:type="dxa"/>
            <w:vAlign w:val="center"/>
          </w:tcPr>
          <w:p w14:paraId="6843A2BE" w14:textId="25CC3D99" w:rsidR="0085747A" w:rsidRPr="00B169DF" w:rsidRDefault="00A1693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C74C09" w14:textId="11193DBB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studenta z podstawami </w:t>
            </w:r>
            <w:r w:rsidR="006F11DA">
              <w:rPr>
                <w:rFonts w:ascii="Corbel" w:hAnsi="Corbel"/>
                <w:b w:val="0"/>
                <w:sz w:val="24"/>
                <w:szCs w:val="24"/>
              </w:rPr>
              <w:t>programów prozdrowotnych z o</w:t>
            </w:r>
            <w:r w:rsidR="00E82706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="006F11DA">
              <w:rPr>
                <w:rFonts w:ascii="Corbel" w:hAnsi="Corbel"/>
                <w:b w:val="0"/>
                <w:sz w:val="24"/>
                <w:szCs w:val="24"/>
              </w:rPr>
              <w:t>szaru pracy socjalnej i medycyny spo</w:t>
            </w:r>
            <w:r w:rsidR="00E82706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6F11DA">
              <w:rPr>
                <w:rFonts w:ascii="Corbel" w:hAnsi="Corbel"/>
                <w:b w:val="0"/>
                <w:sz w:val="24"/>
                <w:szCs w:val="24"/>
              </w:rPr>
              <w:t>ecznej</w:t>
            </w:r>
          </w:p>
        </w:tc>
      </w:tr>
      <w:tr w:rsidR="00190469" w:rsidRPr="00B169DF" w14:paraId="630B1AFF" w14:textId="77777777" w:rsidTr="00923D7D">
        <w:tc>
          <w:tcPr>
            <w:tcW w:w="851" w:type="dxa"/>
            <w:vAlign w:val="center"/>
          </w:tcPr>
          <w:p w14:paraId="2B818902" w14:textId="24F9CA22" w:rsidR="00190469" w:rsidRDefault="001904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71E280" w14:textId="603E53D2" w:rsidR="00190469" w:rsidRDefault="0000778A" w:rsidP="000077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</w:t>
            </w:r>
            <w:r w:rsidR="00190469" w:rsidRPr="00190469">
              <w:rPr>
                <w:rFonts w:ascii="Corbel" w:hAnsi="Corbel"/>
                <w:b w:val="0"/>
                <w:sz w:val="24"/>
                <w:szCs w:val="24"/>
              </w:rPr>
              <w:t xml:space="preserve"> umiejętności rozpoznawania dylematów etycznych współczesnej ochrony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90469">
              <w:rPr>
                <w:rFonts w:ascii="Corbel" w:hAnsi="Corbel"/>
                <w:b w:val="0"/>
                <w:sz w:val="24"/>
                <w:szCs w:val="24"/>
              </w:rPr>
              <w:t xml:space="preserve">i promocji </w:t>
            </w:r>
            <w:r w:rsidR="00190469" w:rsidRPr="00190469">
              <w:rPr>
                <w:rFonts w:ascii="Corbel" w:hAnsi="Corbel"/>
                <w:b w:val="0"/>
                <w:sz w:val="24"/>
                <w:szCs w:val="24"/>
              </w:rPr>
              <w:t>zdrowia</w:t>
            </w:r>
          </w:p>
        </w:tc>
      </w:tr>
      <w:tr w:rsidR="0085747A" w:rsidRPr="00B169DF" w14:paraId="027AD3A1" w14:textId="77777777" w:rsidTr="00923D7D">
        <w:tc>
          <w:tcPr>
            <w:tcW w:w="851" w:type="dxa"/>
            <w:vAlign w:val="center"/>
          </w:tcPr>
          <w:p w14:paraId="67A501E8" w14:textId="400C2CE6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04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0471845" w14:textId="67C60B22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przez studenta umiejętności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 xml:space="preserve"> podstaw procesów diagnozowania, zmiany i</w:t>
            </w:r>
            <w:r w:rsidR="00AE4E60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F14B67">
              <w:rPr>
                <w:rFonts w:ascii="Corbel" w:hAnsi="Corbel"/>
                <w:b w:val="0"/>
                <w:sz w:val="24"/>
                <w:szCs w:val="24"/>
              </w:rPr>
              <w:t>podejmowania decyzji w obszarze medycyny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D1582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433A15" w14:textId="543140A4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718258D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8AFA0C3" w14:textId="77777777" w:rsidTr="003D0D18">
        <w:tc>
          <w:tcPr>
            <w:tcW w:w="1681" w:type="dxa"/>
            <w:vAlign w:val="center"/>
          </w:tcPr>
          <w:p w14:paraId="146557AF" w14:textId="77777777" w:rsidR="0085747A" w:rsidRPr="00B169DF" w:rsidRDefault="0085747A" w:rsidP="00D44A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196AA" w14:textId="0C7B73CC" w:rsidR="0085747A" w:rsidRPr="00B169DF" w:rsidRDefault="0085747A" w:rsidP="00D44A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7F5DB32C" w14:textId="77777777" w:rsidR="0085747A" w:rsidRPr="00B169DF" w:rsidRDefault="0085747A" w:rsidP="00D44A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9F33FA3" w14:textId="77777777" w:rsidTr="003D0D18">
        <w:tc>
          <w:tcPr>
            <w:tcW w:w="1681" w:type="dxa"/>
          </w:tcPr>
          <w:p w14:paraId="14B72365" w14:textId="33A5F4B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shd w:val="clear" w:color="auto" w:fill="auto"/>
          </w:tcPr>
          <w:p w14:paraId="50D5A944" w14:textId="78630FA5" w:rsidR="0085747A" w:rsidRPr="002B4909" w:rsidRDefault="00AB5592" w:rsidP="00D44A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4909">
              <w:rPr>
                <w:rFonts w:ascii="Corbel" w:hAnsi="Corbel"/>
                <w:b w:val="0"/>
                <w:sz w:val="24"/>
                <w:szCs w:val="24"/>
              </w:rPr>
              <w:t xml:space="preserve">studenta zna i rozumie </w:t>
            </w:r>
            <w:r w:rsidR="00EF2E1A" w:rsidRPr="002B4909">
              <w:rPr>
                <w:rFonts w:ascii="Corbel" w:hAnsi="Corbel"/>
                <w:b w:val="0"/>
                <w:sz w:val="24"/>
                <w:szCs w:val="24"/>
              </w:rPr>
              <w:t xml:space="preserve">uwarunkowania przyrodnicze, psychologiczne, ekonomiczne i prawne dające podstawy zrozumienia systemu człowiek-środowisko oraz procesy gwarantujące funkcjonowanie </w:t>
            </w:r>
            <w:proofErr w:type="spellStart"/>
            <w:r w:rsidR="00EF2E1A" w:rsidRPr="002B4909">
              <w:rPr>
                <w:rFonts w:ascii="Corbel" w:hAnsi="Corbel"/>
                <w:b w:val="0"/>
                <w:sz w:val="24"/>
                <w:szCs w:val="24"/>
              </w:rPr>
              <w:t>psycho</w:t>
            </w:r>
            <w:proofErr w:type="spellEnd"/>
            <w:r w:rsidR="00EF2E1A" w:rsidRPr="002B4909">
              <w:rPr>
                <w:rFonts w:ascii="Corbel" w:hAnsi="Corbel"/>
                <w:b w:val="0"/>
                <w:sz w:val="24"/>
                <w:szCs w:val="24"/>
              </w:rPr>
              <w:t>-społeczne człowieka</w:t>
            </w:r>
          </w:p>
        </w:tc>
        <w:tc>
          <w:tcPr>
            <w:tcW w:w="1865" w:type="dxa"/>
            <w:shd w:val="clear" w:color="auto" w:fill="auto"/>
          </w:tcPr>
          <w:p w14:paraId="2FCB6BCC" w14:textId="37CAD1F4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K_W0</w:t>
            </w:r>
            <w:r w:rsidR="00A4251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B169DF" w14:paraId="7A22FB1B" w14:textId="77777777" w:rsidTr="003D0D18">
        <w:tc>
          <w:tcPr>
            <w:tcW w:w="1681" w:type="dxa"/>
          </w:tcPr>
          <w:p w14:paraId="73DD117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shd w:val="clear" w:color="auto" w:fill="auto"/>
          </w:tcPr>
          <w:p w14:paraId="02F4572E" w14:textId="6AD2AED5" w:rsidR="0085747A" w:rsidRPr="002B4909" w:rsidRDefault="00AB5592" w:rsidP="00D44A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4909">
              <w:rPr>
                <w:rFonts w:ascii="Corbel" w:hAnsi="Corbel"/>
                <w:b w:val="0"/>
                <w:sz w:val="24"/>
                <w:szCs w:val="24"/>
              </w:rPr>
              <w:t xml:space="preserve">student zna i </w:t>
            </w:r>
            <w:r w:rsidR="00EF2E1A" w:rsidRPr="002B4909">
              <w:rPr>
                <w:rFonts w:ascii="Corbel" w:hAnsi="Corbel"/>
                <w:b w:val="0"/>
                <w:sz w:val="24"/>
                <w:szCs w:val="24"/>
              </w:rPr>
              <w:t xml:space="preserve">umie </w:t>
            </w:r>
            <w:bookmarkStart w:id="0" w:name="_GoBack"/>
            <w:bookmarkEnd w:id="0"/>
            <w:r w:rsidRPr="002B4909">
              <w:rPr>
                <w:rFonts w:ascii="Corbel" w:hAnsi="Corbel"/>
                <w:b w:val="0"/>
                <w:sz w:val="24"/>
                <w:szCs w:val="24"/>
              </w:rPr>
              <w:t xml:space="preserve">wykorzystywać wiedzę teoretyczną o procesach zachodzących w społeczeństwie do szczegółowego opisu kwestii związanych z pracą socjalną; socjalnej a także w szerszym wymiarze etycznym </w:t>
            </w:r>
          </w:p>
        </w:tc>
        <w:tc>
          <w:tcPr>
            <w:tcW w:w="1865" w:type="dxa"/>
            <w:shd w:val="clear" w:color="auto" w:fill="auto"/>
          </w:tcPr>
          <w:p w14:paraId="72C13BE0" w14:textId="027509DD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</w:t>
            </w:r>
            <w:r w:rsidR="00A42512">
              <w:rPr>
                <w:rFonts w:ascii="Corbel" w:hAnsi="Corbel"/>
                <w:b w:val="0"/>
                <w:szCs w:val="24"/>
              </w:rPr>
              <w:t>u02</w:t>
            </w:r>
          </w:p>
        </w:tc>
      </w:tr>
      <w:tr w:rsidR="0085747A" w:rsidRPr="00B169DF" w14:paraId="2ADCD1EF" w14:textId="77777777" w:rsidTr="003D0D18">
        <w:tc>
          <w:tcPr>
            <w:tcW w:w="1681" w:type="dxa"/>
          </w:tcPr>
          <w:p w14:paraId="2B083FF5" w14:textId="69F844E8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D0D1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shd w:val="clear" w:color="auto" w:fill="auto"/>
          </w:tcPr>
          <w:p w14:paraId="768A6B4C" w14:textId="746A29D7" w:rsidR="0085747A" w:rsidRPr="002B4909" w:rsidRDefault="00617ACA" w:rsidP="00D44A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17ACA">
              <w:rPr>
                <w:rFonts w:ascii="Corbel" w:hAnsi="Corbel"/>
                <w:b w:val="0"/>
                <w:sz w:val="24"/>
                <w:szCs w:val="24"/>
              </w:rPr>
              <w:t>student potrafi samodzielnie posługiwać się systemami normatywnymi oraz wybranymi normami i regułami (prawnymi, zawodowymi, moralnymi) w celu rozwiązania konkretnych zadań z zakresu pracy socjalnej</w:t>
            </w:r>
          </w:p>
        </w:tc>
        <w:tc>
          <w:tcPr>
            <w:tcW w:w="1865" w:type="dxa"/>
            <w:shd w:val="clear" w:color="auto" w:fill="auto"/>
          </w:tcPr>
          <w:p w14:paraId="374345E2" w14:textId="38749F52" w:rsidR="0085747A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K_U05</w:t>
            </w:r>
          </w:p>
        </w:tc>
      </w:tr>
      <w:tr w:rsidR="003D0D18" w:rsidRPr="00B169DF" w14:paraId="2E766E83" w14:textId="77777777" w:rsidTr="003D0D18">
        <w:tc>
          <w:tcPr>
            <w:tcW w:w="1681" w:type="dxa"/>
          </w:tcPr>
          <w:p w14:paraId="589817F0" w14:textId="45E0E53F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shd w:val="clear" w:color="auto" w:fill="auto"/>
          </w:tcPr>
          <w:p w14:paraId="5DDB4966" w14:textId="105D4A8C" w:rsidR="003D0D18" w:rsidRPr="002B4909" w:rsidRDefault="00AB5592" w:rsidP="00D44AB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B4909">
              <w:rPr>
                <w:rFonts w:ascii="Corbel" w:hAnsi="Corbel"/>
                <w:b w:val="0"/>
                <w:sz w:val="24"/>
                <w:szCs w:val="24"/>
              </w:rPr>
              <w:t xml:space="preserve">student jest gotów do poznania </w:t>
            </w:r>
            <w:r w:rsidR="00D44AB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B4909">
              <w:rPr>
                <w:rFonts w:ascii="Corbel" w:hAnsi="Corbel"/>
                <w:b w:val="0"/>
                <w:sz w:val="24"/>
                <w:szCs w:val="24"/>
              </w:rPr>
              <w:t xml:space="preserve"> rozstrzygania</w:t>
            </w:r>
            <w:r w:rsidR="00EF2E1A" w:rsidRPr="002B4909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2B4909">
              <w:rPr>
                <w:rFonts w:ascii="Corbel" w:hAnsi="Corbel"/>
                <w:b w:val="0"/>
                <w:sz w:val="24"/>
                <w:szCs w:val="24"/>
              </w:rPr>
              <w:t>kwestii etycznych w oparciu o aksjologiczne aspekty zawodu pracownika socjalnego</w:t>
            </w:r>
          </w:p>
        </w:tc>
        <w:tc>
          <w:tcPr>
            <w:tcW w:w="1865" w:type="dxa"/>
            <w:shd w:val="clear" w:color="auto" w:fill="auto"/>
          </w:tcPr>
          <w:p w14:paraId="4E5B29A4" w14:textId="1A4DA487" w:rsidR="003D0D18" w:rsidRPr="003D0D18" w:rsidRDefault="003D0D18" w:rsidP="003D0D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</w:t>
            </w:r>
            <w:r w:rsidR="00A42512">
              <w:rPr>
                <w:rFonts w:ascii="Corbel" w:hAnsi="Corbel"/>
                <w:b w:val="0"/>
                <w:szCs w:val="24"/>
              </w:rPr>
              <w:t>K03</w:t>
            </w:r>
          </w:p>
          <w:p w14:paraId="409BA785" w14:textId="77777777" w:rsidR="003D0D18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6E87B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58E1FA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1FE208B7" w14:textId="557E56BF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  <w:r w:rsidR="00772C58">
        <w:rPr>
          <w:rFonts w:ascii="Corbel" w:hAnsi="Corbel"/>
          <w:sz w:val="24"/>
          <w:szCs w:val="24"/>
        </w:rPr>
        <w:t>- nie dotyczy</w:t>
      </w:r>
    </w:p>
    <w:p w14:paraId="3D75269A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A937D8A" w14:textId="77777777" w:rsidR="00B76245" w:rsidRDefault="00B76245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2F9F7869" w14:textId="6B75DC28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3A7439" w14:textId="77777777" w:rsidR="00BC525D" w:rsidRPr="00B169DF" w:rsidRDefault="00BC525D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D795B59" w14:textId="77777777" w:rsidTr="0000778A">
        <w:tc>
          <w:tcPr>
            <w:tcW w:w="9520" w:type="dxa"/>
          </w:tcPr>
          <w:p w14:paraId="58130A27" w14:textId="77777777" w:rsidR="0085747A" w:rsidRPr="00B3132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132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B169DF" w14:paraId="4B8F85BB" w14:textId="77777777" w:rsidTr="0000778A">
        <w:tc>
          <w:tcPr>
            <w:tcW w:w="9520" w:type="dxa"/>
          </w:tcPr>
          <w:p w14:paraId="63B255B9" w14:textId="40E12F4A" w:rsidR="0085747A" w:rsidRPr="00B169DF" w:rsidRDefault="00B31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31327">
              <w:rPr>
                <w:rFonts w:ascii="Corbel" w:hAnsi="Corbel"/>
                <w:sz w:val="24"/>
                <w:szCs w:val="24"/>
              </w:rPr>
              <w:t>edycyn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1E571D">
              <w:rPr>
                <w:rFonts w:ascii="Corbel" w:hAnsi="Corbel"/>
                <w:sz w:val="24"/>
                <w:szCs w:val="24"/>
              </w:rPr>
              <w:t xml:space="preserve"> społeczna </w:t>
            </w:r>
            <w:r>
              <w:rPr>
                <w:rFonts w:ascii="Corbel" w:hAnsi="Corbel"/>
                <w:sz w:val="24"/>
                <w:szCs w:val="24"/>
              </w:rPr>
              <w:t xml:space="preserve"> – definicje, funkcje</w:t>
            </w:r>
            <w:r w:rsidR="001E571D">
              <w:rPr>
                <w:rFonts w:ascii="Corbel" w:hAnsi="Corbel"/>
                <w:sz w:val="24"/>
                <w:szCs w:val="24"/>
              </w:rPr>
              <w:t>, obszar działania</w:t>
            </w:r>
          </w:p>
        </w:tc>
      </w:tr>
      <w:tr w:rsidR="00C32EA4" w:rsidRPr="00B169DF" w14:paraId="1667F76C" w14:textId="77777777" w:rsidTr="0000778A">
        <w:tc>
          <w:tcPr>
            <w:tcW w:w="9520" w:type="dxa"/>
          </w:tcPr>
          <w:p w14:paraId="3313B733" w14:textId="2A5839F9" w:rsidR="00C32EA4" w:rsidRDefault="00C32EA4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podmiotów ochrony zdrowia i rola zawodów medycznych</w:t>
            </w:r>
          </w:p>
        </w:tc>
      </w:tr>
      <w:tr w:rsidR="00C32EA4" w:rsidRPr="00B169DF" w14:paraId="1DA6FF74" w14:textId="77777777" w:rsidTr="0000778A">
        <w:tc>
          <w:tcPr>
            <w:tcW w:w="9520" w:type="dxa"/>
          </w:tcPr>
          <w:p w14:paraId="604A4E34" w14:textId="1CF22873" w:rsidR="00C32EA4" w:rsidRPr="00520227" w:rsidRDefault="00C32EA4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0227">
              <w:rPr>
                <w:rFonts w:ascii="Corbel" w:hAnsi="Corbel"/>
                <w:sz w:val="24"/>
                <w:szCs w:val="24"/>
              </w:rPr>
              <w:t>Socjologiczne teorie zdrowia i choroby. Relacja lekarz - chory oraz lekarz – rodzina chorego</w:t>
            </w:r>
          </w:p>
        </w:tc>
      </w:tr>
      <w:tr w:rsidR="00C32EA4" w:rsidRPr="00B169DF" w14:paraId="4BE96B94" w14:textId="77777777" w:rsidTr="0000778A">
        <w:tc>
          <w:tcPr>
            <w:tcW w:w="9520" w:type="dxa"/>
          </w:tcPr>
          <w:p w14:paraId="22E1CFB1" w14:textId="7FA77443" w:rsidR="00C32EA4" w:rsidRPr="00B169DF" w:rsidRDefault="00C32EA4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Socjomedyczne postawy wobec  zdrowia, choroby, niepełnosprawności i śmierci</w:t>
            </w:r>
          </w:p>
        </w:tc>
      </w:tr>
      <w:tr w:rsidR="00C32EA4" w:rsidRPr="00B169DF" w14:paraId="6C6D2F18" w14:textId="77777777" w:rsidTr="0000778A">
        <w:tc>
          <w:tcPr>
            <w:tcW w:w="9520" w:type="dxa"/>
          </w:tcPr>
          <w:p w14:paraId="41120C43" w14:textId="6419D7C8" w:rsidR="00C32EA4" w:rsidRPr="00B169DF" w:rsidRDefault="00481AFC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Jakość życia uwarunkowana stanem zdrowia</w:t>
            </w:r>
          </w:p>
        </w:tc>
      </w:tr>
      <w:tr w:rsidR="00C32EA4" w:rsidRPr="00B169DF" w14:paraId="6C6BBE02" w14:textId="77777777" w:rsidTr="0000778A">
        <w:tc>
          <w:tcPr>
            <w:tcW w:w="9520" w:type="dxa"/>
          </w:tcPr>
          <w:p w14:paraId="31999812" w14:textId="002B4CCC" w:rsidR="00C32EA4" w:rsidRPr="00B169DF" w:rsidRDefault="00C32EA4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rodziny w procesie leczenia i wsparcia chorego</w:t>
            </w:r>
          </w:p>
        </w:tc>
      </w:tr>
      <w:tr w:rsidR="00C32EA4" w:rsidRPr="00B169DF" w14:paraId="6EAF769B" w14:textId="77777777" w:rsidTr="0000778A">
        <w:tc>
          <w:tcPr>
            <w:tcW w:w="9520" w:type="dxa"/>
          </w:tcPr>
          <w:p w14:paraId="3A1264BD" w14:textId="52584B36" w:rsidR="00C32EA4" w:rsidRPr="00B169DF" w:rsidRDefault="00481AFC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stanu zdrowia polskiej populacji z wykorzystaniem negatywnych mierników zdrowia </w:t>
            </w:r>
          </w:p>
        </w:tc>
      </w:tr>
      <w:tr w:rsidR="00C32EA4" w:rsidRPr="00B169DF" w14:paraId="1354306B" w14:textId="77777777" w:rsidTr="0000778A">
        <w:tc>
          <w:tcPr>
            <w:tcW w:w="9520" w:type="dxa"/>
          </w:tcPr>
          <w:p w14:paraId="0CC8EDB7" w14:textId="189294AE" w:rsidR="00C32EA4" w:rsidRPr="00B169DF" w:rsidRDefault="00C32EA4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zagrożenia epidemiologiczne. Problematyka chorób zakaźnych</w:t>
            </w:r>
          </w:p>
        </w:tc>
      </w:tr>
      <w:tr w:rsidR="00C32EA4" w:rsidRPr="00B169DF" w14:paraId="05F912B9" w14:textId="77777777" w:rsidTr="0000778A">
        <w:tc>
          <w:tcPr>
            <w:tcW w:w="9520" w:type="dxa"/>
          </w:tcPr>
          <w:p w14:paraId="661670FA" w14:textId="18ECE4D1" w:rsidR="00C32EA4" w:rsidRPr="00B31327" w:rsidRDefault="00581FFF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ochrony zdrowia psychicznego pracowników socjalnych</w:t>
            </w:r>
          </w:p>
        </w:tc>
      </w:tr>
      <w:tr w:rsidR="00C32EA4" w:rsidRPr="00B169DF" w14:paraId="25208F68" w14:textId="77777777" w:rsidTr="0000778A">
        <w:tc>
          <w:tcPr>
            <w:tcW w:w="9520" w:type="dxa"/>
          </w:tcPr>
          <w:p w14:paraId="200CC64F" w14:textId="60AB217F" w:rsidR="00C32EA4" w:rsidRDefault="00C32EA4" w:rsidP="00C32E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Pracownik socjalny jako członek zespołu ds. zdrowia</w:t>
            </w:r>
          </w:p>
        </w:tc>
      </w:tr>
    </w:tbl>
    <w:p w14:paraId="54D0E20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C41D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5C3931E0" w14:textId="77777777" w:rsidR="00B76245" w:rsidRDefault="00B762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7D03D" w14:textId="4525F51D" w:rsidR="0085747A" w:rsidRPr="00B169DF" w:rsidRDefault="004972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72E0">
        <w:rPr>
          <w:rFonts w:ascii="Corbel" w:hAnsi="Corbel"/>
          <w:b w:val="0"/>
          <w:smallCaps w:val="0"/>
          <w:szCs w:val="24"/>
        </w:rPr>
        <w:t>Mini-wykłady wprowadzające tematykę, praca z tekstem</w:t>
      </w:r>
      <w:r w:rsidR="00BC525D">
        <w:rPr>
          <w:rFonts w:ascii="Corbel" w:hAnsi="Corbel"/>
          <w:b w:val="0"/>
          <w:smallCaps w:val="0"/>
          <w:szCs w:val="24"/>
        </w:rPr>
        <w:t xml:space="preserve"> </w:t>
      </w:r>
      <w:r w:rsidRPr="004972E0">
        <w:rPr>
          <w:rFonts w:ascii="Corbel" w:hAnsi="Corbel"/>
          <w:b w:val="0"/>
          <w:smallCaps w:val="0"/>
          <w:szCs w:val="24"/>
        </w:rPr>
        <w:t>, praca w małych grupach, zadania indywidualne, zadania grupowe, metody warsztatowe</w:t>
      </w:r>
    </w:p>
    <w:p w14:paraId="5AAD4B13" w14:textId="77777777" w:rsidR="00B76245" w:rsidRDefault="00B762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01A83" w14:textId="07441A30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BD5F45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0ADAB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D763C5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5265"/>
        <w:gridCol w:w="2343"/>
      </w:tblGrid>
      <w:tr w:rsidR="0085747A" w:rsidRPr="00B169DF" w14:paraId="7547BAFE" w14:textId="77777777" w:rsidTr="003D0D18">
        <w:tc>
          <w:tcPr>
            <w:tcW w:w="1912" w:type="dxa"/>
            <w:vAlign w:val="center"/>
          </w:tcPr>
          <w:p w14:paraId="6BF5612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5" w:type="dxa"/>
            <w:vAlign w:val="center"/>
          </w:tcPr>
          <w:p w14:paraId="3F9CA16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E7F77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0D089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F4E9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0D18" w:rsidRPr="00B169DF" w14:paraId="61496AC2" w14:textId="77777777" w:rsidTr="003D0D18">
        <w:tc>
          <w:tcPr>
            <w:tcW w:w="1912" w:type="dxa"/>
          </w:tcPr>
          <w:p w14:paraId="5BDD99EF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265" w:type="dxa"/>
            <w:vMerge w:val="restart"/>
            <w:shd w:val="clear" w:color="auto" w:fill="auto"/>
            <w:vAlign w:val="center"/>
          </w:tcPr>
          <w:p w14:paraId="5F6742CF" w14:textId="42B3D6E6" w:rsidR="003D0D18" w:rsidRPr="003D0D18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OBSERWACJA W TRAKCIE ZAJĘĆ, ZADANIA INDYWIDUALNE, PROJEKT W MAŁYCH GRUPACH</w:t>
            </w:r>
          </w:p>
        </w:tc>
        <w:tc>
          <w:tcPr>
            <w:tcW w:w="2343" w:type="dxa"/>
            <w:vMerge w:val="restart"/>
            <w:shd w:val="clear" w:color="auto" w:fill="auto"/>
            <w:vAlign w:val="center"/>
          </w:tcPr>
          <w:p w14:paraId="177AE900" w14:textId="26CB1E6D" w:rsidR="003D0D18" w:rsidRPr="00B169DF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D0D18" w:rsidRPr="00B169DF" w14:paraId="1D5BE656" w14:textId="77777777" w:rsidTr="003D0D18">
        <w:tc>
          <w:tcPr>
            <w:tcW w:w="1912" w:type="dxa"/>
          </w:tcPr>
          <w:p w14:paraId="5891726F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65" w:type="dxa"/>
            <w:vMerge/>
            <w:shd w:val="clear" w:color="auto" w:fill="auto"/>
          </w:tcPr>
          <w:p w14:paraId="5EE003F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5305B775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1B1C5582" w14:textId="77777777" w:rsidTr="003D0D18">
        <w:tc>
          <w:tcPr>
            <w:tcW w:w="1912" w:type="dxa"/>
          </w:tcPr>
          <w:p w14:paraId="428AD5DD" w14:textId="3998C2C6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265" w:type="dxa"/>
            <w:vMerge/>
            <w:shd w:val="clear" w:color="auto" w:fill="auto"/>
          </w:tcPr>
          <w:p w14:paraId="633B65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78A2DD9A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0FD86586" w14:textId="77777777" w:rsidTr="003D0D18">
        <w:tc>
          <w:tcPr>
            <w:tcW w:w="1912" w:type="dxa"/>
          </w:tcPr>
          <w:p w14:paraId="52ED2549" w14:textId="04E73860" w:rsidR="003D0D18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265" w:type="dxa"/>
            <w:vMerge/>
            <w:shd w:val="clear" w:color="auto" w:fill="auto"/>
          </w:tcPr>
          <w:p w14:paraId="6EBC4818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4826B4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9A03B1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8F1D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932E6A7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F208C66" w14:textId="77777777" w:rsidTr="00923D7D">
        <w:tc>
          <w:tcPr>
            <w:tcW w:w="9670" w:type="dxa"/>
          </w:tcPr>
          <w:p w14:paraId="7E15385F" w14:textId="398BD0E6" w:rsidR="0085747A" w:rsidRPr="00B169DF" w:rsidRDefault="004972E0" w:rsidP="001E5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2E0">
              <w:rPr>
                <w:rFonts w:ascii="Corbel" w:hAnsi="Corbel"/>
                <w:b w:val="0"/>
                <w:smallCaps w:val="0"/>
                <w:szCs w:val="24"/>
              </w:rPr>
              <w:t>Przygotowanie i aktywność na zajęciach</w:t>
            </w:r>
            <w:r w:rsidR="001E571D">
              <w:rPr>
                <w:rFonts w:ascii="Corbel" w:hAnsi="Corbel"/>
                <w:b w:val="0"/>
                <w:smallCaps w:val="0"/>
                <w:szCs w:val="24"/>
              </w:rPr>
              <w:t xml:space="preserve">, przygotowanie prezentacji opartej na tekstach </w:t>
            </w:r>
            <w:r w:rsidR="003B5F65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1E571D">
              <w:rPr>
                <w:rFonts w:ascii="Corbel" w:hAnsi="Corbel"/>
                <w:b w:val="0"/>
                <w:smallCaps w:val="0"/>
                <w:szCs w:val="24"/>
              </w:rPr>
              <w:t>samodzielnie znalezionych materiałach</w:t>
            </w:r>
          </w:p>
        </w:tc>
      </w:tr>
    </w:tbl>
    <w:p w14:paraId="6EB6F08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3581B1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BD54D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CC8F745" w14:textId="77777777" w:rsidTr="003E1941">
        <w:tc>
          <w:tcPr>
            <w:tcW w:w="4962" w:type="dxa"/>
            <w:vAlign w:val="center"/>
          </w:tcPr>
          <w:p w14:paraId="506BB6F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6B77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7B2B47A" w14:textId="77777777" w:rsidTr="004972E0">
        <w:tc>
          <w:tcPr>
            <w:tcW w:w="4962" w:type="dxa"/>
          </w:tcPr>
          <w:p w14:paraId="54C2DDE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C76D23" w14:textId="7649B6A5" w:rsidR="0085747A" w:rsidRPr="00B169DF" w:rsidRDefault="001D4F51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59E83504" w14:textId="77777777" w:rsidTr="004972E0">
        <w:tc>
          <w:tcPr>
            <w:tcW w:w="4962" w:type="dxa"/>
          </w:tcPr>
          <w:p w14:paraId="2DC281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E3ED1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80BDB48" w14:textId="4DE7B9F7" w:rsidR="00C61DC5" w:rsidRPr="00B169DF" w:rsidRDefault="004972E0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6DC140D8" w14:textId="77777777" w:rsidTr="004972E0">
        <w:tc>
          <w:tcPr>
            <w:tcW w:w="4962" w:type="dxa"/>
          </w:tcPr>
          <w:p w14:paraId="3C46CED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9052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C6E80E" w14:textId="745CBFC3" w:rsidR="00C61DC5" w:rsidRPr="00B169DF" w:rsidRDefault="001D4F51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2B49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169DF" w14:paraId="22E32A1F" w14:textId="77777777" w:rsidTr="004972E0">
        <w:tc>
          <w:tcPr>
            <w:tcW w:w="4962" w:type="dxa"/>
          </w:tcPr>
          <w:p w14:paraId="29E17D8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A9A7765" w14:textId="35D4FDEE" w:rsidR="0085747A" w:rsidRPr="00B169DF" w:rsidRDefault="002B4909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B169DF" w14:paraId="5EBB7D1C" w14:textId="77777777" w:rsidTr="004972E0">
        <w:tc>
          <w:tcPr>
            <w:tcW w:w="4962" w:type="dxa"/>
          </w:tcPr>
          <w:p w14:paraId="7FD3A53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5768439" w14:textId="438C70D0" w:rsidR="0085747A" w:rsidRPr="00B169DF" w:rsidRDefault="001D4F51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BB857E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FD295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6A3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4EC9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29AE764" w14:textId="77777777" w:rsidTr="003B5F65">
        <w:trPr>
          <w:trHeight w:val="397"/>
        </w:trPr>
        <w:tc>
          <w:tcPr>
            <w:tcW w:w="3544" w:type="dxa"/>
          </w:tcPr>
          <w:p w14:paraId="6A8C205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C0FC47" w14:textId="305AE3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1805CF1A" w14:textId="77777777" w:rsidTr="003B5F65">
        <w:trPr>
          <w:trHeight w:val="397"/>
        </w:trPr>
        <w:tc>
          <w:tcPr>
            <w:tcW w:w="3544" w:type="dxa"/>
          </w:tcPr>
          <w:p w14:paraId="7BABB89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D6AF0A" w14:textId="29CDDF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E6E253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567BE" w14:textId="77777777" w:rsidR="0085747A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5E9927A" w14:textId="77777777" w:rsidR="00675843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B285551" w14:textId="77777777" w:rsidTr="003B5F65">
        <w:trPr>
          <w:trHeight w:val="397"/>
        </w:trPr>
        <w:tc>
          <w:tcPr>
            <w:tcW w:w="7513" w:type="dxa"/>
          </w:tcPr>
          <w:p w14:paraId="334A1041" w14:textId="65FC5C6D" w:rsidR="00632367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1D72BF41" w14:textId="77777777" w:rsidR="003B5F65" w:rsidRDefault="003B5F65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DE25292" w14:textId="3858F6C3" w:rsidR="00B31327" w:rsidRPr="00632367" w:rsidRDefault="00632367" w:rsidP="00B6661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Barański J., Piątkowski W., Zdrowie i choroba. Wybrane problemy socjologii medycyny, Oficyna Wydawnicza ATUT, Warszawa  2022 </w:t>
            </w:r>
          </w:p>
          <w:p w14:paraId="01B7F19B" w14:textId="460ED0EB" w:rsidR="00D73866" w:rsidRPr="00FF5811" w:rsidRDefault="00D73866" w:rsidP="00B6661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>Kawczyńska-Butrym Z., Rodzina-zdrowie-choroba</w:t>
            </w:r>
            <w:r w:rsidR="00632367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  <w:r w:rsidR="00B6661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>Koncepcje i praktyka</w:t>
            </w:r>
            <w:r w:rsidR="0063236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pielęgniarstwa rodzinnego, Wydawnictwo </w:t>
            </w:r>
            <w:proofErr w:type="spellStart"/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>Czelej</w:t>
            </w:r>
            <w:proofErr w:type="spellEnd"/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>, Lublin 2001.</w:t>
            </w:r>
          </w:p>
          <w:p w14:paraId="0153FF86" w14:textId="77777777" w:rsidR="00FF5811" w:rsidRPr="00FF5811" w:rsidRDefault="00FF5811" w:rsidP="00B66613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>Kubacka-Jasiecka</w:t>
            </w:r>
            <w:proofErr w:type="spellEnd"/>
            <w:r w:rsidRPr="00FF5811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D., Ostrowski T.M., Psychologiczny wymiar zdrowia, kryzysu i choroby, Wydawnictwo UJ, Kraków 2005.</w:t>
            </w:r>
          </w:p>
          <w:p w14:paraId="31D1672E" w14:textId="43884D63" w:rsidR="000C636D" w:rsidRDefault="00632367" w:rsidP="00B666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Maksymiuk T., Zysnarska M., Zdrowie publiczne w zarysie, Wydawnictwo UMP 2015</w:t>
            </w:r>
          </w:p>
          <w:p w14:paraId="411237F2" w14:textId="1E495E0E" w:rsidR="00632367" w:rsidRDefault="00632367" w:rsidP="00B666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Ostrowska A.(red.),Socjologia medycyny , Wydawnictwo Instytutu Filozofii i Socjologii PAN, Warszawa 2009.</w:t>
            </w:r>
          </w:p>
          <w:p w14:paraId="2A6DB45F" w14:textId="21446DD6" w:rsidR="00632367" w:rsidRPr="00D73866" w:rsidRDefault="00632367" w:rsidP="00B666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Rynkowska D., Błaszczuk K., Wybrane problemy zdrowia publicznego w perspektywie pracy socjalnej, Wydawnictwo UR, Rzeszów 2014.</w:t>
            </w:r>
          </w:p>
          <w:p w14:paraId="6EF9CEC4" w14:textId="562B4432" w:rsidR="000C636D" w:rsidRDefault="00632367" w:rsidP="00B666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Sokołowska M., Socjologia medycyny, PZWL, Warszawa 1986.</w:t>
            </w:r>
          </w:p>
          <w:p w14:paraId="1CA543D7" w14:textId="4171B3B8" w:rsidR="00BC525D" w:rsidRPr="00B169DF" w:rsidRDefault="00190469" w:rsidP="00B666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11 września 2015 r. o zdrowiu publicznym</w:t>
            </w:r>
          </w:p>
        </w:tc>
      </w:tr>
      <w:tr w:rsidR="0085747A" w:rsidRPr="00B169DF" w14:paraId="18873D88" w14:textId="77777777" w:rsidTr="003B5F65">
        <w:trPr>
          <w:trHeight w:val="397"/>
        </w:trPr>
        <w:tc>
          <w:tcPr>
            <w:tcW w:w="7513" w:type="dxa"/>
          </w:tcPr>
          <w:p w14:paraId="7B95C709" w14:textId="561FEB8A" w:rsidR="0085747A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219BFF8D" w14:textId="77777777" w:rsidR="003B5F65" w:rsidRPr="00190469" w:rsidRDefault="003B5F65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FE0B103" w14:textId="44E3CD24" w:rsidR="0000778A" w:rsidRDefault="0000778A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Beaglehole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R., </w:t>
            </w: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Bonita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</w:t>
            </w: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Kjellstrom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T.: </w:t>
            </w:r>
            <w:r w:rsidRPr="0000778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epidemiologii</w:t>
            </w:r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Instytut Medycyny Pracy Im. Prof. </w:t>
            </w:r>
            <w:proofErr w:type="spellStart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Nofera</w:t>
            </w:r>
            <w:proofErr w:type="spellEnd"/>
            <w:r w:rsidRPr="0000778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Łódź 2002</w:t>
            </w:r>
          </w:p>
          <w:p w14:paraId="292235AF" w14:textId="787C33EB" w:rsidR="00190469" w:rsidRPr="00190469" w:rsidRDefault="00190469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Dunn H.P.: </w:t>
            </w:r>
            <w:r w:rsidRPr="001904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dla lekarzy, pielęgniarek i pacjentów</w:t>
            </w:r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Wydawnictwo</w:t>
            </w:r>
          </w:p>
          <w:p w14:paraId="35D75EB6" w14:textId="77777777" w:rsidR="00306917" w:rsidRDefault="00190469" w:rsidP="0030691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Biblos</w:t>
            </w:r>
            <w:proofErr w:type="spellEnd"/>
            <w:r w:rsidRPr="001904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Tarnów, 1997.</w:t>
            </w:r>
          </w:p>
          <w:p w14:paraId="19879F86" w14:textId="77777777" w:rsidR="00306917" w:rsidRDefault="00306917" w:rsidP="0030691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Owczarek K., Fijałkowski I.(red.), Psychologia -Medycyna-Zdrowie, Wydawnictwo Scholar 2022.</w:t>
            </w:r>
          </w:p>
          <w:p w14:paraId="255DBF79" w14:textId="4DC16784" w:rsidR="00B31327" w:rsidRPr="003B5F65" w:rsidRDefault="00306917" w:rsidP="0030691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Tobiasz-Adamczyk B., </w:t>
            </w:r>
            <w:r w:rsidR="00362EE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Relacje lekarz-pacjent w perspektywie socjologii medycyny, Wydawnictwo UJ, Kraków 2002.</w:t>
            </w:r>
          </w:p>
        </w:tc>
      </w:tr>
    </w:tbl>
    <w:p w14:paraId="17504334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A5B8F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5909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849FB" w14:textId="77777777" w:rsidR="00A82E92" w:rsidRDefault="00A82E92" w:rsidP="00C16ABF">
      <w:pPr>
        <w:spacing w:after="0" w:line="240" w:lineRule="auto"/>
      </w:pPr>
      <w:r>
        <w:separator/>
      </w:r>
    </w:p>
  </w:endnote>
  <w:endnote w:type="continuationSeparator" w:id="0">
    <w:p w14:paraId="06447CEE" w14:textId="77777777" w:rsidR="00A82E92" w:rsidRDefault="00A82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306D9" w14:textId="77777777" w:rsidR="00A82E92" w:rsidRDefault="00A82E92" w:rsidP="00C16ABF">
      <w:pPr>
        <w:spacing w:after="0" w:line="240" w:lineRule="auto"/>
      </w:pPr>
      <w:r>
        <w:separator/>
      </w:r>
    </w:p>
  </w:footnote>
  <w:footnote w:type="continuationSeparator" w:id="0">
    <w:p w14:paraId="2A4B405F" w14:textId="77777777" w:rsidR="00A82E92" w:rsidRDefault="00A82E92" w:rsidP="00C16ABF">
      <w:pPr>
        <w:spacing w:after="0" w:line="240" w:lineRule="auto"/>
      </w:pPr>
      <w:r>
        <w:continuationSeparator/>
      </w:r>
    </w:p>
  </w:footnote>
  <w:footnote w:id="1">
    <w:p w14:paraId="14E943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D68"/>
    <w:rsid w:val="0000778A"/>
    <w:rsid w:val="000077B4"/>
    <w:rsid w:val="00015B8F"/>
    <w:rsid w:val="00022ECE"/>
    <w:rsid w:val="00042A51"/>
    <w:rsid w:val="00042D2E"/>
    <w:rsid w:val="00044C82"/>
    <w:rsid w:val="0006259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36D"/>
    <w:rsid w:val="000D04B0"/>
    <w:rsid w:val="000D306E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2169"/>
    <w:rsid w:val="001640A7"/>
    <w:rsid w:val="00164FA7"/>
    <w:rsid w:val="00166A03"/>
    <w:rsid w:val="00166D2B"/>
    <w:rsid w:val="001718A7"/>
    <w:rsid w:val="001737CF"/>
    <w:rsid w:val="00176083"/>
    <w:rsid w:val="0018530D"/>
    <w:rsid w:val="00190469"/>
    <w:rsid w:val="00192F37"/>
    <w:rsid w:val="001A70D2"/>
    <w:rsid w:val="001D4F51"/>
    <w:rsid w:val="001D657B"/>
    <w:rsid w:val="001D7B54"/>
    <w:rsid w:val="001E0209"/>
    <w:rsid w:val="001E571D"/>
    <w:rsid w:val="001F2CA2"/>
    <w:rsid w:val="00202388"/>
    <w:rsid w:val="002144C0"/>
    <w:rsid w:val="0022477D"/>
    <w:rsid w:val="002278A9"/>
    <w:rsid w:val="002336F9"/>
    <w:rsid w:val="0024028F"/>
    <w:rsid w:val="00244ABC"/>
    <w:rsid w:val="0027085B"/>
    <w:rsid w:val="00281FF2"/>
    <w:rsid w:val="002857DE"/>
    <w:rsid w:val="00291567"/>
    <w:rsid w:val="002A22BF"/>
    <w:rsid w:val="002A2389"/>
    <w:rsid w:val="002A671D"/>
    <w:rsid w:val="002B4909"/>
    <w:rsid w:val="002B4D55"/>
    <w:rsid w:val="002B5EA0"/>
    <w:rsid w:val="002B6119"/>
    <w:rsid w:val="002C1F06"/>
    <w:rsid w:val="002D3375"/>
    <w:rsid w:val="002D73D4"/>
    <w:rsid w:val="002E5105"/>
    <w:rsid w:val="002F02A3"/>
    <w:rsid w:val="002F4ABE"/>
    <w:rsid w:val="003018BA"/>
    <w:rsid w:val="0030395F"/>
    <w:rsid w:val="00305C92"/>
    <w:rsid w:val="00306917"/>
    <w:rsid w:val="003151C5"/>
    <w:rsid w:val="003200AE"/>
    <w:rsid w:val="003343CF"/>
    <w:rsid w:val="00346FE9"/>
    <w:rsid w:val="0034759A"/>
    <w:rsid w:val="003503F6"/>
    <w:rsid w:val="003530DD"/>
    <w:rsid w:val="00362EE2"/>
    <w:rsid w:val="00363F78"/>
    <w:rsid w:val="003A0A5B"/>
    <w:rsid w:val="003A1176"/>
    <w:rsid w:val="003B5F65"/>
    <w:rsid w:val="003B736C"/>
    <w:rsid w:val="003C0BAE"/>
    <w:rsid w:val="003C2D10"/>
    <w:rsid w:val="003D0D18"/>
    <w:rsid w:val="003D18A9"/>
    <w:rsid w:val="003D6CE2"/>
    <w:rsid w:val="003E1941"/>
    <w:rsid w:val="003E2FE6"/>
    <w:rsid w:val="003E49D5"/>
    <w:rsid w:val="003F205D"/>
    <w:rsid w:val="003F38C0"/>
    <w:rsid w:val="00411D9C"/>
    <w:rsid w:val="00414E3C"/>
    <w:rsid w:val="0042244A"/>
    <w:rsid w:val="0042745A"/>
    <w:rsid w:val="00431D5C"/>
    <w:rsid w:val="004362C6"/>
    <w:rsid w:val="00437FA2"/>
    <w:rsid w:val="00445970"/>
    <w:rsid w:val="00461DA0"/>
    <w:rsid w:val="00461EFC"/>
    <w:rsid w:val="004652C2"/>
    <w:rsid w:val="004706D1"/>
    <w:rsid w:val="00471326"/>
    <w:rsid w:val="0047598D"/>
    <w:rsid w:val="00481AFC"/>
    <w:rsid w:val="004840FD"/>
    <w:rsid w:val="00490F7D"/>
    <w:rsid w:val="00491678"/>
    <w:rsid w:val="004968E2"/>
    <w:rsid w:val="004972E0"/>
    <w:rsid w:val="004A3EEA"/>
    <w:rsid w:val="004A4D1F"/>
    <w:rsid w:val="004B3F0E"/>
    <w:rsid w:val="004D31C0"/>
    <w:rsid w:val="004D5282"/>
    <w:rsid w:val="004F1551"/>
    <w:rsid w:val="004F55A3"/>
    <w:rsid w:val="0050040C"/>
    <w:rsid w:val="0050496F"/>
    <w:rsid w:val="00511744"/>
    <w:rsid w:val="00513B6F"/>
    <w:rsid w:val="00517C63"/>
    <w:rsid w:val="00520227"/>
    <w:rsid w:val="005320C2"/>
    <w:rsid w:val="00534843"/>
    <w:rsid w:val="005363C4"/>
    <w:rsid w:val="00536BDE"/>
    <w:rsid w:val="00543ACC"/>
    <w:rsid w:val="0056696D"/>
    <w:rsid w:val="00581FFF"/>
    <w:rsid w:val="0059092C"/>
    <w:rsid w:val="00591526"/>
    <w:rsid w:val="0059484D"/>
    <w:rsid w:val="005A0855"/>
    <w:rsid w:val="005A3196"/>
    <w:rsid w:val="005C080F"/>
    <w:rsid w:val="005C2B53"/>
    <w:rsid w:val="005C55E5"/>
    <w:rsid w:val="005C696A"/>
    <w:rsid w:val="005E6E85"/>
    <w:rsid w:val="005F31D2"/>
    <w:rsid w:val="005F76A3"/>
    <w:rsid w:val="0061029B"/>
    <w:rsid w:val="00617230"/>
    <w:rsid w:val="00617ACA"/>
    <w:rsid w:val="00621CE1"/>
    <w:rsid w:val="00627FC9"/>
    <w:rsid w:val="00632367"/>
    <w:rsid w:val="00647FA8"/>
    <w:rsid w:val="00650C5F"/>
    <w:rsid w:val="00654934"/>
    <w:rsid w:val="006620D9"/>
    <w:rsid w:val="00671958"/>
    <w:rsid w:val="00675843"/>
    <w:rsid w:val="00696477"/>
    <w:rsid w:val="006972E2"/>
    <w:rsid w:val="006B31AE"/>
    <w:rsid w:val="006D050F"/>
    <w:rsid w:val="006D6139"/>
    <w:rsid w:val="006E5D65"/>
    <w:rsid w:val="006F11D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1E"/>
    <w:rsid w:val="00746EC8"/>
    <w:rsid w:val="00763BF1"/>
    <w:rsid w:val="00766FD4"/>
    <w:rsid w:val="00772C58"/>
    <w:rsid w:val="0078168C"/>
    <w:rsid w:val="00787C2A"/>
    <w:rsid w:val="00790E27"/>
    <w:rsid w:val="00793C8C"/>
    <w:rsid w:val="007A4022"/>
    <w:rsid w:val="007A6E6E"/>
    <w:rsid w:val="007C3299"/>
    <w:rsid w:val="007C3BCC"/>
    <w:rsid w:val="007C4546"/>
    <w:rsid w:val="007D221A"/>
    <w:rsid w:val="007D6E56"/>
    <w:rsid w:val="007E16F8"/>
    <w:rsid w:val="007F4155"/>
    <w:rsid w:val="00802EF0"/>
    <w:rsid w:val="0081554D"/>
    <w:rsid w:val="0081707E"/>
    <w:rsid w:val="008449B3"/>
    <w:rsid w:val="0084719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D28"/>
    <w:rsid w:val="008F0547"/>
    <w:rsid w:val="008F12C9"/>
    <w:rsid w:val="008F6E29"/>
    <w:rsid w:val="00916188"/>
    <w:rsid w:val="00923D7D"/>
    <w:rsid w:val="009508DF"/>
    <w:rsid w:val="00950DAC"/>
    <w:rsid w:val="00954A07"/>
    <w:rsid w:val="00957061"/>
    <w:rsid w:val="00972C0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930"/>
    <w:rsid w:val="00A20961"/>
    <w:rsid w:val="00A2245B"/>
    <w:rsid w:val="00A30110"/>
    <w:rsid w:val="00A33116"/>
    <w:rsid w:val="00A36899"/>
    <w:rsid w:val="00A371F6"/>
    <w:rsid w:val="00A42512"/>
    <w:rsid w:val="00A43BF6"/>
    <w:rsid w:val="00A53FA5"/>
    <w:rsid w:val="00A54817"/>
    <w:rsid w:val="00A601C8"/>
    <w:rsid w:val="00A60799"/>
    <w:rsid w:val="00A82E92"/>
    <w:rsid w:val="00A84C85"/>
    <w:rsid w:val="00A97DE1"/>
    <w:rsid w:val="00AB053C"/>
    <w:rsid w:val="00AB1716"/>
    <w:rsid w:val="00AB5592"/>
    <w:rsid w:val="00AB795B"/>
    <w:rsid w:val="00AD0A3E"/>
    <w:rsid w:val="00AD1146"/>
    <w:rsid w:val="00AD27D3"/>
    <w:rsid w:val="00AD66D6"/>
    <w:rsid w:val="00AE1160"/>
    <w:rsid w:val="00AE199B"/>
    <w:rsid w:val="00AE203C"/>
    <w:rsid w:val="00AE2E74"/>
    <w:rsid w:val="00AE4E60"/>
    <w:rsid w:val="00AE57A3"/>
    <w:rsid w:val="00AE5FCB"/>
    <w:rsid w:val="00AF2C1E"/>
    <w:rsid w:val="00B06142"/>
    <w:rsid w:val="00B135B1"/>
    <w:rsid w:val="00B1435F"/>
    <w:rsid w:val="00B169DF"/>
    <w:rsid w:val="00B3130B"/>
    <w:rsid w:val="00B31327"/>
    <w:rsid w:val="00B40ADB"/>
    <w:rsid w:val="00B43B77"/>
    <w:rsid w:val="00B43E80"/>
    <w:rsid w:val="00B607DB"/>
    <w:rsid w:val="00B66529"/>
    <w:rsid w:val="00B66613"/>
    <w:rsid w:val="00B75946"/>
    <w:rsid w:val="00B76245"/>
    <w:rsid w:val="00B8056E"/>
    <w:rsid w:val="00B819C8"/>
    <w:rsid w:val="00B82308"/>
    <w:rsid w:val="00B877CB"/>
    <w:rsid w:val="00B90885"/>
    <w:rsid w:val="00B944A0"/>
    <w:rsid w:val="00BB520A"/>
    <w:rsid w:val="00BC525D"/>
    <w:rsid w:val="00BD3869"/>
    <w:rsid w:val="00BD66E9"/>
    <w:rsid w:val="00BD6FF4"/>
    <w:rsid w:val="00BF2C41"/>
    <w:rsid w:val="00C058B4"/>
    <w:rsid w:val="00C05F44"/>
    <w:rsid w:val="00C11CEA"/>
    <w:rsid w:val="00C131B5"/>
    <w:rsid w:val="00C14E5E"/>
    <w:rsid w:val="00C16ABF"/>
    <w:rsid w:val="00C170AE"/>
    <w:rsid w:val="00C26CB7"/>
    <w:rsid w:val="00C324C1"/>
    <w:rsid w:val="00C32EA4"/>
    <w:rsid w:val="00C36992"/>
    <w:rsid w:val="00C42860"/>
    <w:rsid w:val="00C45C90"/>
    <w:rsid w:val="00C50189"/>
    <w:rsid w:val="00C56036"/>
    <w:rsid w:val="00C61DC5"/>
    <w:rsid w:val="00C67E92"/>
    <w:rsid w:val="00C70A26"/>
    <w:rsid w:val="00C766DF"/>
    <w:rsid w:val="00C82E5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4AB0"/>
    <w:rsid w:val="00D53A04"/>
    <w:rsid w:val="00D552B2"/>
    <w:rsid w:val="00D608D1"/>
    <w:rsid w:val="00D73866"/>
    <w:rsid w:val="00D74119"/>
    <w:rsid w:val="00D8075B"/>
    <w:rsid w:val="00D8678B"/>
    <w:rsid w:val="00DA2114"/>
    <w:rsid w:val="00DD539F"/>
    <w:rsid w:val="00DE09C0"/>
    <w:rsid w:val="00DE4A14"/>
    <w:rsid w:val="00DF0C1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70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1A"/>
    <w:rsid w:val="00F070AB"/>
    <w:rsid w:val="00F14B67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81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6B38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gc">
    <w:name w:val="_tgc"/>
    <w:basedOn w:val="Domylnaczcionkaakapitu"/>
    <w:rsid w:val="00270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C53A-9D92-4FC8-A189-8B7953B8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4</Pages>
  <Words>901</Words>
  <Characters>5406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12</cp:revision>
  <cp:lastPrinted>2019-02-06T12:12:00Z</cp:lastPrinted>
  <dcterms:created xsi:type="dcterms:W3CDTF">2024-07-10T10:07:00Z</dcterms:created>
  <dcterms:modified xsi:type="dcterms:W3CDTF">2024-08-08T10:13:00Z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12aadb01e149502d1111182c394a6e4ee4bf25e95e1275c66a6454205d0d93a3</vt:lpwstr>
  </property>
</Properties>
</file>